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0EAD3" w14:textId="679CFF37" w:rsidR="0074082B" w:rsidRPr="00AA1AF2" w:rsidRDefault="0074082B" w:rsidP="004C7F40">
      <w:pPr>
        <w:pStyle w:val="Titredudocument"/>
      </w:pPr>
      <w:r w:rsidRPr="00AA1AF2">
        <w:t>Fiche</w:t>
      </w:r>
      <w:r w:rsidR="00A70DAC">
        <w:t> </w:t>
      </w:r>
      <w:r w:rsidRPr="00AA1AF2">
        <w:t>1 : Test de positionnement</w:t>
      </w:r>
    </w:p>
    <w:p w14:paraId="3433B172" w14:textId="0D03907C" w:rsidR="0074082B" w:rsidRPr="004C7F40" w:rsidRDefault="0074082B" w:rsidP="004C7F40">
      <w:pPr>
        <w:pStyle w:val="Encartgras"/>
        <w:rPr>
          <w:rFonts w:eastAsiaTheme="minorHAnsi"/>
        </w:rPr>
      </w:pPr>
      <w:r w:rsidRPr="004C7F40">
        <w:t>Domaine</w:t>
      </w:r>
      <w:r w:rsidR="00A70DAC">
        <w:t> </w:t>
      </w:r>
      <w:r w:rsidRPr="004C7F40">
        <w:t xml:space="preserve">: </w:t>
      </w:r>
      <w:r w:rsidRPr="004C7F40">
        <w:rPr>
          <w:rFonts w:eastAsiaTheme="minorHAnsi"/>
        </w:rPr>
        <w:t>Organisation et gestion de données, fonction</w:t>
      </w:r>
    </w:p>
    <w:p w14:paraId="3E2B43BF" w14:textId="77777777" w:rsidR="0074082B" w:rsidRPr="004C7F40" w:rsidRDefault="0074082B" w:rsidP="004C7F40">
      <w:pPr>
        <w:pStyle w:val="Encartgras"/>
      </w:pPr>
      <w:r w:rsidRPr="004C7F40">
        <w:t>Sous thème : Comprendre une situation problème en lien avec la proportionnalité</w:t>
      </w:r>
    </w:p>
    <w:p w14:paraId="1C7C6AF2" w14:textId="77777777" w:rsidR="004C7F40" w:rsidRDefault="004C7F40" w:rsidP="004C7F40">
      <w:pPr>
        <w:pStyle w:val="Titre1"/>
      </w:pPr>
      <w:r>
        <w:t>Je m’exerce</w:t>
      </w:r>
    </w:p>
    <w:p w14:paraId="553C64E0" w14:textId="1787734D" w:rsidR="00AE4464" w:rsidRPr="00AA1AF2" w:rsidRDefault="004C7F40" w:rsidP="004C7F40">
      <w:pPr>
        <w:pStyle w:val="Titre2"/>
      </w:pPr>
      <w:r>
        <w:t>Exercice</w:t>
      </w:r>
      <w:r w:rsidR="00A70DAC">
        <w:t> </w:t>
      </w:r>
      <w:r>
        <w:t>2</w:t>
      </w:r>
    </w:p>
    <w:p w14:paraId="08F6D300" w14:textId="611F639D" w:rsidR="00AE4464" w:rsidRPr="00AA1AF2" w:rsidRDefault="00AE4464" w:rsidP="004C7F40">
      <w:r w:rsidRPr="00AA1AF2">
        <w:t>Entoure</w:t>
      </w:r>
      <w:r w:rsidR="00E05D03" w:rsidRPr="00AA1AF2">
        <w:t>r</w:t>
      </w:r>
      <w:r w:rsidRPr="00AA1AF2">
        <w:t xml:space="preserve"> pour chaque question la bonne réponse :</w:t>
      </w:r>
    </w:p>
    <w:tbl>
      <w:tblPr>
        <w:tblStyle w:val="Grilledutableau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9"/>
        <w:gridCol w:w="1939"/>
        <w:gridCol w:w="2016"/>
        <w:gridCol w:w="1956"/>
        <w:gridCol w:w="1956"/>
      </w:tblGrid>
      <w:tr w:rsidR="00B847D5" w:rsidRPr="004C7F40" w14:paraId="448CA333" w14:textId="77777777" w:rsidTr="00DD0E85">
        <w:trPr>
          <w:trHeight w:val="1562"/>
          <w:jc w:val="center"/>
        </w:trPr>
        <w:tc>
          <w:tcPr>
            <w:tcW w:w="3389" w:type="dxa"/>
          </w:tcPr>
          <w:p w14:paraId="6EFF37EF" w14:textId="451EE845" w:rsidR="00AE4464" w:rsidRPr="004C7F40" w:rsidRDefault="005D6D75" w:rsidP="004C7F40">
            <w:pPr>
              <w:pStyle w:val="Paragraphedeliste"/>
              <w:numPr>
                <w:ilvl w:val="0"/>
                <w:numId w:val="7"/>
              </w:numPr>
              <w:spacing w:before="60" w:beforeAutospacing="0" w:after="60" w:afterAutospacing="0"/>
              <w:ind w:left="164" w:hanging="77"/>
              <w:rPr>
                <w:sz w:val="22"/>
                <w:szCs w:val="22"/>
              </w:rPr>
            </w:pPr>
            <w:bookmarkStart w:id="0" w:name="_GoBack"/>
            <w:r w:rsidRPr="004C7F40">
              <w:rPr>
                <w:sz w:val="22"/>
                <w:szCs w:val="22"/>
              </w:rPr>
              <w:t>Loïs a traduit la situation problème que lui a donné son professeur de la manière suivante :</w:t>
            </w:r>
          </w:p>
          <w:p w14:paraId="252F5030" w14:textId="5925C7FF" w:rsidR="005D6D75" w:rsidRPr="004C7F40" w:rsidRDefault="005D6D75" w:rsidP="004C7F40">
            <w:pPr>
              <w:pStyle w:val="Paragraphedeliste"/>
              <w:spacing w:before="60" w:beforeAutospacing="0" w:after="60" w:afterAutospacing="0"/>
              <w:ind w:left="164" w:hanging="77"/>
              <w:jc w:val="center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197679F9" wp14:editId="7132145B">
                  <wp:extent cx="1287145" cy="505981"/>
                  <wp:effectExtent l="0" t="0" r="0" b="8890"/>
                  <wp:docPr id="18251294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5129429" name=""/>
                          <pic:cNvPicPr/>
                        </pic:nvPicPr>
                        <pic:blipFill rotWithShape="1">
                          <a:blip r:embed="rId7"/>
                          <a:srcRect l="35053" t="62552" r="45767" b="24044"/>
                          <a:stretch/>
                        </pic:blipFill>
                        <pic:spPr bwMode="auto">
                          <a:xfrm>
                            <a:off x="0" y="0"/>
                            <a:ext cx="1305918" cy="5133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11CA87" w14:textId="630DC111" w:rsidR="00AE4464" w:rsidRPr="004C7F40" w:rsidRDefault="005D6D75" w:rsidP="004C7F40">
            <w:pPr>
              <w:pStyle w:val="Paragraphedeliste"/>
              <w:spacing w:before="60" w:beforeAutospacing="0" w:after="60" w:afterAutospacing="0"/>
              <w:ind w:left="164" w:hanging="77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Quelle est la situation problème associée à cette représentation</w:t>
            </w:r>
            <w:r w:rsidR="00A70DAC">
              <w:rPr>
                <w:sz w:val="22"/>
                <w:szCs w:val="22"/>
              </w:rPr>
              <w:t> </w:t>
            </w:r>
            <w:r w:rsidRPr="004C7F40">
              <w:rPr>
                <w:sz w:val="22"/>
                <w:szCs w:val="22"/>
              </w:rPr>
              <w:t>?</w:t>
            </w:r>
          </w:p>
        </w:tc>
        <w:tc>
          <w:tcPr>
            <w:tcW w:w="1939" w:type="dxa"/>
            <w:vAlign w:val="center"/>
          </w:tcPr>
          <w:p w14:paraId="7800D592" w14:textId="33CB1EB2" w:rsidR="00AE4464" w:rsidRPr="004C7F40" w:rsidRDefault="005D6D7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Un magasin vend 7 objets</w:t>
            </w:r>
            <w:r w:rsidR="002C5077" w:rsidRPr="004C7F40">
              <w:rPr>
                <w:sz w:val="22"/>
                <w:szCs w:val="22"/>
              </w:rPr>
              <w:t xml:space="preserve"> identiques</w:t>
            </w:r>
            <w:r w:rsidRPr="004C7F40">
              <w:rPr>
                <w:sz w:val="22"/>
                <w:szCs w:val="22"/>
              </w:rPr>
              <w:t xml:space="preserve"> pour 4</w:t>
            </w:r>
            <w:r w:rsidR="00A70DAC">
              <w:rPr>
                <w:sz w:val="22"/>
                <w:szCs w:val="22"/>
              </w:rPr>
              <w:t> </w:t>
            </w:r>
            <w:r w:rsidRPr="004C7F40">
              <w:rPr>
                <w:sz w:val="22"/>
                <w:szCs w:val="22"/>
              </w:rPr>
              <w:t>€.</w:t>
            </w:r>
          </w:p>
        </w:tc>
        <w:tc>
          <w:tcPr>
            <w:tcW w:w="2016" w:type="dxa"/>
            <w:vAlign w:val="center"/>
          </w:tcPr>
          <w:p w14:paraId="29B750AD" w14:textId="57D2649A" w:rsidR="00AE4464" w:rsidRPr="004C7F40" w:rsidRDefault="005D6D7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Un magasin vend 4 objets à 7</w:t>
            </w:r>
            <w:r w:rsidR="00A70DAC">
              <w:rPr>
                <w:sz w:val="22"/>
                <w:szCs w:val="22"/>
              </w:rPr>
              <w:t> </w:t>
            </w:r>
            <w:r w:rsidRPr="004C7F40">
              <w:rPr>
                <w:sz w:val="22"/>
                <w:szCs w:val="22"/>
              </w:rPr>
              <w:t>€ l’un.</w:t>
            </w:r>
          </w:p>
        </w:tc>
        <w:tc>
          <w:tcPr>
            <w:tcW w:w="1956" w:type="dxa"/>
            <w:vAlign w:val="center"/>
          </w:tcPr>
          <w:p w14:paraId="6B1F1362" w14:textId="347B1EE0" w:rsidR="005D6D75" w:rsidRPr="004C7F40" w:rsidRDefault="005D6D7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 xml:space="preserve">Un magasin vend 4 objets </w:t>
            </w:r>
            <w:r w:rsidR="002C5077" w:rsidRPr="004C7F40">
              <w:rPr>
                <w:sz w:val="22"/>
                <w:szCs w:val="22"/>
              </w:rPr>
              <w:t xml:space="preserve">identiques </w:t>
            </w:r>
            <w:r w:rsidRPr="004C7F40">
              <w:rPr>
                <w:sz w:val="22"/>
                <w:szCs w:val="22"/>
              </w:rPr>
              <w:t>pour 7</w:t>
            </w:r>
            <w:r w:rsidR="00A70DAC">
              <w:rPr>
                <w:sz w:val="22"/>
                <w:szCs w:val="22"/>
              </w:rPr>
              <w:t> </w:t>
            </w:r>
            <w:r w:rsidRPr="004C7F40">
              <w:rPr>
                <w:sz w:val="22"/>
                <w:szCs w:val="22"/>
              </w:rPr>
              <w:t>€.</w:t>
            </w:r>
          </w:p>
          <w:p w14:paraId="519B7722" w14:textId="6D36D1E4" w:rsidR="00AE4464" w:rsidRPr="004C7F40" w:rsidRDefault="00AE4464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</w:p>
        </w:tc>
        <w:tc>
          <w:tcPr>
            <w:tcW w:w="1956" w:type="dxa"/>
            <w:vAlign w:val="center"/>
          </w:tcPr>
          <w:p w14:paraId="220174FC" w14:textId="5B39F5ED" w:rsidR="005D6D75" w:rsidRPr="004C7F40" w:rsidRDefault="005D6D7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Un magasin vend 7 objets à 4</w:t>
            </w:r>
            <w:r w:rsidR="00A70DAC">
              <w:rPr>
                <w:sz w:val="22"/>
                <w:szCs w:val="22"/>
              </w:rPr>
              <w:t> </w:t>
            </w:r>
            <w:r w:rsidRPr="004C7F40">
              <w:rPr>
                <w:sz w:val="22"/>
                <w:szCs w:val="22"/>
              </w:rPr>
              <w:t>€ l’un</w:t>
            </w:r>
          </w:p>
          <w:p w14:paraId="13E7F41C" w14:textId="59D6D6F6" w:rsidR="00AE4464" w:rsidRPr="004C7F40" w:rsidRDefault="00AE4464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</w:p>
        </w:tc>
      </w:tr>
      <w:tr w:rsidR="00B847D5" w:rsidRPr="004C7F40" w14:paraId="7CE0A100" w14:textId="77777777" w:rsidTr="00DD0E85">
        <w:trPr>
          <w:trHeight w:val="1562"/>
          <w:jc w:val="center"/>
        </w:trPr>
        <w:tc>
          <w:tcPr>
            <w:tcW w:w="3389" w:type="dxa"/>
          </w:tcPr>
          <w:p w14:paraId="508D7290" w14:textId="6148D3F5" w:rsidR="005D6D75" w:rsidRPr="004C7F40" w:rsidRDefault="005D6D75" w:rsidP="004C7F40">
            <w:pPr>
              <w:pStyle w:val="Paragraphedeliste"/>
              <w:numPr>
                <w:ilvl w:val="0"/>
                <w:numId w:val="7"/>
              </w:numPr>
              <w:spacing w:before="60" w:beforeAutospacing="0" w:after="60" w:afterAutospacing="0"/>
              <w:ind w:left="164" w:hanging="77"/>
              <w:rPr>
                <w:sz w:val="22"/>
                <w:szCs w:val="22"/>
              </w:rPr>
            </w:pPr>
            <w:r w:rsidRPr="004C7F40">
              <w:rPr>
                <w:i/>
                <w:sz w:val="22"/>
                <w:szCs w:val="22"/>
              </w:rPr>
              <w:t>Loïs a acheté 5 objets identiques pour 6</w:t>
            </w:r>
            <w:r w:rsidR="00A70DAC">
              <w:rPr>
                <w:i/>
                <w:sz w:val="22"/>
                <w:szCs w:val="22"/>
              </w:rPr>
              <w:t> </w:t>
            </w:r>
            <w:r w:rsidRPr="004C7F40">
              <w:rPr>
                <w:i/>
                <w:sz w:val="22"/>
                <w:szCs w:val="22"/>
              </w:rPr>
              <w:t>euros.</w:t>
            </w:r>
            <w:r w:rsidRPr="004C7F40">
              <w:rPr>
                <w:sz w:val="22"/>
                <w:szCs w:val="22"/>
              </w:rPr>
              <w:t xml:space="preserve"> </w:t>
            </w:r>
          </w:p>
          <w:p w14:paraId="34B67FC3" w14:textId="267A51F6" w:rsidR="004C7F40" w:rsidRDefault="005D6D75" w:rsidP="004C7F40">
            <w:pPr>
              <w:spacing w:before="60" w:beforeAutospacing="0" w:after="60" w:afterAutospacing="0"/>
              <w:ind w:left="164" w:hanging="77"/>
              <w:jc w:val="both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 xml:space="preserve">Des </w:t>
            </w:r>
            <w:r w:rsidR="0093171D" w:rsidRPr="004C7F40">
              <w:rPr>
                <w:sz w:val="22"/>
                <w:szCs w:val="22"/>
              </w:rPr>
              <w:t xml:space="preserve">représentations </w:t>
            </w:r>
            <w:r w:rsidRPr="004C7F40">
              <w:rPr>
                <w:sz w:val="22"/>
                <w:szCs w:val="22"/>
              </w:rPr>
              <w:t>suivantes, laquelle est adaptée à une représentation correcte de cette situation</w:t>
            </w:r>
            <w:r w:rsidR="00A70DAC">
              <w:rPr>
                <w:sz w:val="22"/>
                <w:szCs w:val="22"/>
              </w:rPr>
              <w:t> </w:t>
            </w:r>
            <w:r w:rsidRPr="004C7F40">
              <w:rPr>
                <w:sz w:val="22"/>
                <w:szCs w:val="22"/>
              </w:rPr>
              <w:t xml:space="preserve">? </w:t>
            </w:r>
          </w:p>
          <w:p w14:paraId="2E4EAD97" w14:textId="2525C2FF" w:rsidR="005D6D75" w:rsidRPr="004C7F40" w:rsidRDefault="005D6D75" w:rsidP="004C7F40">
            <w:pPr>
              <w:spacing w:before="60" w:beforeAutospacing="0" w:after="60" w:afterAutospacing="0"/>
              <w:ind w:left="164" w:hanging="77"/>
              <w:jc w:val="both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(</w:t>
            </w:r>
            <w:proofErr w:type="spellStart"/>
            <w:r w:rsidRPr="004C7F40">
              <w:rPr>
                <w:sz w:val="22"/>
                <w:szCs w:val="22"/>
              </w:rPr>
              <w:t>Obj</w:t>
            </w:r>
            <w:proofErr w:type="spellEnd"/>
            <w:r w:rsidRPr="004C7F40">
              <w:rPr>
                <w:sz w:val="22"/>
                <w:szCs w:val="22"/>
              </w:rPr>
              <w:t xml:space="preserve"> = objet)</w:t>
            </w:r>
          </w:p>
        </w:tc>
        <w:tc>
          <w:tcPr>
            <w:tcW w:w="1939" w:type="dxa"/>
            <w:vAlign w:val="center"/>
          </w:tcPr>
          <w:p w14:paraId="1B663640" w14:textId="25F956F6" w:rsidR="005D6D75" w:rsidRPr="004C7F40" w:rsidRDefault="0093171D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59205F7A" wp14:editId="7E3E356A">
                  <wp:extent cx="1039091" cy="377851"/>
                  <wp:effectExtent l="0" t="0" r="8890" b="3175"/>
                  <wp:docPr id="17533479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4797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521" cy="3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Align w:val="center"/>
          </w:tcPr>
          <w:p w14:paraId="3B3BF829" w14:textId="595860F9" w:rsidR="005D6D75" w:rsidRPr="004C7F40" w:rsidRDefault="0093171D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2474CC6A" wp14:editId="7603927B">
                  <wp:extent cx="1018309" cy="351330"/>
                  <wp:effectExtent l="0" t="0" r="0" b="0"/>
                  <wp:docPr id="7229772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97723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629" cy="359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vAlign w:val="center"/>
          </w:tcPr>
          <w:p w14:paraId="06AC1E9B" w14:textId="056B4CE2" w:rsidR="005D6D75" w:rsidRPr="004C7F40" w:rsidRDefault="0093171D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64263579" wp14:editId="397334D0">
                  <wp:extent cx="1094509" cy="390065"/>
                  <wp:effectExtent l="0" t="0" r="0" b="0"/>
                  <wp:docPr id="15296278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62783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87" cy="403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vAlign w:val="center"/>
          </w:tcPr>
          <w:p w14:paraId="1761B79F" w14:textId="33B59B30" w:rsidR="005D6D75" w:rsidRPr="004C7F40" w:rsidRDefault="0093171D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27291C08" wp14:editId="15C9D02D">
                  <wp:extent cx="1103955" cy="377825"/>
                  <wp:effectExtent l="0" t="0" r="1270" b="3175"/>
                  <wp:docPr id="20783708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370863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674" cy="388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1ECE64" w14:textId="11F2B57C" w:rsidR="0093171D" w:rsidRPr="004C7F40" w:rsidRDefault="0093171D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</w:p>
        </w:tc>
      </w:tr>
      <w:tr w:rsidR="00B847D5" w:rsidRPr="004C7F40" w14:paraId="13132F76" w14:textId="77777777" w:rsidTr="00DD0E85">
        <w:trPr>
          <w:trHeight w:val="399"/>
          <w:jc w:val="center"/>
        </w:trPr>
        <w:tc>
          <w:tcPr>
            <w:tcW w:w="3389" w:type="dxa"/>
          </w:tcPr>
          <w:p w14:paraId="3E713AED" w14:textId="730E75CE" w:rsidR="00AE4464" w:rsidRPr="004C7F40" w:rsidRDefault="0093171D" w:rsidP="004C7F40">
            <w:pPr>
              <w:pStyle w:val="Paragraphedeliste"/>
              <w:numPr>
                <w:ilvl w:val="0"/>
                <w:numId w:val="7"/>
              </w:numPr>
              <w:spacing w:before="60" w:beforeAutospacing="0" w:after="60" w:afterAutospacing="0"/>
              <w:ind w:left="164" w:hanging="77"/>
              <w:rPr>
                <w:sz w:val="22"/>
                <w:szCs w:val="22"/>
              </w:rPr>
            </w:pPr>
            <w:r w:rsidRPr="004C7F40">
              <w:rPr>
                <w:i/>
                <w:sz w:val="22"/>
                <w:szCs w:val="22"/>
              </w:rPr>
              <w:t>Camille a acheté 3</w:t>
            </w:r>
            <w:r w:rsidR="00A70DAC">
              <w:rPr>
                <w:i/>
                <w:sz w:val="22"/>
                <w:szCs w:val="22"/>
              </w:rPr>
              <w:t> </w:t>
            </w:r>
            <w:r w:rsidRPr="004C7F40">
              <w:rPr>
                <w:i/>
                <w:sz w:val="22"/>
                <w:szCs w:val="22"/>
              </w:rPr>
              <w:t>kg de fraises à 8</w:t>
            </w:r>
            <w:r w:rsidR="00A70DAC">
              <w:rPr>
                <w:i/>
                <w:sz w:val="22"/>
                <w:szCs w:val="22"/>
              </w:rPr>
              <w:t> </w:t>
            </w:r>
            <w:r w:rsidRPr="004C7F40">
              <w:rPr>
                <w:i/>
                <w:sz w:val="22"/>
                <w:szCs w:val="22"/>
              </w:rPr>
              <w:t>€ le kg</w:t>
            </w:r>
            <w:r w:rsidRPr="004C7F40">
              <w:rPr>
                <w:sz w:val="22"/>
                <w:szCs w:val="22"/>
              </w:rPr>
              <w:t>.</w:t>
            </w:r>
          </w:p>
          <w:p w14:paraId="1714324D" w14:textId="4D9E1406" w:rsidR="004C7F40" w:rsidRDefault="0093171D" w:rsidP="004C7F40">
            <w:pPr>
              <w:spacing w:before="60" w:beforeAutospacing="0" w:after="60" w:afterAutospacing="0"/>
              <w:ind w:left="164" w:hanging="77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Des représentations suivantes, laquelle est adaptée à une représentation correcte de cette situation</w:t>
            </w:r>
            <w:r w:rsidR="00A70DAC">
              <w:rPr>
                <w:sz w:val="22"/>
                <w:szCs w:val="22"/>
              </w:rPr>
              <w:t> </w:t>
            </w:r>
            <w:r w:rsidRPr="004C7F40">
              <w:rPr>
                <w:sz w:val="22"/>
                <w:szCs w:val="22"/>
              </w:rPr>
              <w:t xml:space="preserve">? </w:t>
            </w:r>
          </w:p>
          <w:p w14:paraId="18EE70FD" w14:textId="58502E7C" w:rsidR="00AE4464" w:rsidRPr="004C7F40" w:rsidRDefault="0093171D" w:rsidP="004C7F40">
            <w:pPr>
              <w:spacing w:before="60" w:beforeAutospacing="0" w:after="60" w:afterAutospacing="0"/>
              <w:ind w:left="164" w:hanging="77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(F = fraises)</w:t>
            </w:r>
          </w:p>
        </w:tc>
        <w:tc>
          <w:tcPr>
            <w:tcW w:w="1939" w:type="dxa"/>
            <w:vAlign w:val="center"/>
          </w:tcPr>
          <w:p w14:paraId="4B454E20" w14:textId="6B662E27" w:rsidR="00AE4464" w:rsidRPr="004C7F40" w:rsidRDefault="00B847D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4A0585D4" wp14:editId="23E73D4D">
                  <wp:extent cx="1094509" cy="390267"/>
                  <wp:effectExtent l="0" t="0" r="0" b="0"/>
                  <wp:docPr id="4554640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46402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793" cy="39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vAlign w:val="center"/>
          </w:tcPr>
          <w:p w14:paraId="78E178D8" w14:textId="5C6CB171" w:rsidR="00AE4464" w:rsidRPr="004C7F40" w:rsidRDefault="00B847D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50E0204E" wp14:editId="3AD31B33">
                  <wp:extent cx="1143000" cy="403593"/>
                  <wp:effectExtent l="0" t="0" r="0" b="0"/>
                  <wp:docPr id="11215902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59029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746" cy="410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vAlign w:val="center"/>
          </w:tcPr>
          <w:p w14:paraId="165C6B57" w14:textId="04D9DF15" w:rsidR="00AE4464" w:rsidRPr="004C7F40" w:rsidRDefault="00B847D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354FD403" wp14:editId="2E5385E9">
                  <wp:extent cx="1101436" cy="316754"/>
                  <wp:effectExtent l="0" t="0" r="3810" b="7620"/>
                  <wp:docPr id="8959106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910676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876" cy="332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vAlign w:val="center"/>
          </w:tcPr>
          <w:p w14:paraId="096C194C" w14:textId="661784BB" w:rsidR="00AE4464" w:rsidRPr="004C7F40" w:rsidRDefault="00B847D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noProof/>
              </w:rPr>
              <w:drawing>
                <wp:inline distT="0" distB="0" distL="0" distR="0" wp14:anchorId="2F4BF3C5" wp14:editId="19912222">
                  <wp:extent cx="942109" cy="302991"/>
                  <wp:effectExtent l="0" t="0" r="0" b="1905"/>
                  <wp:docPr id="2079035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90351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436" cy="31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7D5" w:rsidRPr="004C7F40" w14:paraId="431C76B9" w14:textId="77777777" w:rsidTr="00DD0E85">
        <w:trPr>
          <w:trHeight w:val="399"/>
          <w:jc w:val="center"/>
        </w:trPr>
        <w:tc>
          <w:tcPr>
            <w:tcW w:w="3389" w:type="dxa"/>
          </w:tcPr>
          <w:p w14:paraId="2C39053B" w14:textId="76B33798" w:rsidR="00AE4464" w:rsidRPr="004C7F40" w:rsidRDefault="00B847D5" w:rsidP="004C7F40">
            <w:pPr>
              <w:pStyle w:val="Paragraphedeliste"/>
              <w:numPr>
                <w:ilvl w:val="0"/>
                <w:numId w:val="7"/>
              </w:numPr>
              <w:spacing w:before="60" w:beforeAutospacing="0" w:after="60" w:afterAutospacing="0"/>
              <w:ind w:left="164" w:hanging="77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Juliette a traduit la situation problème que lui a donné son professeur de la manière suivante (</w:t>
            </w:r>
            <w:proofErr w:type="spellStart"/>
            <w:r w:rsidRPr="004C7F40">
              <w:rPr>
                <w:sz w:val="22"/>
                <w:szCs w:val="22"/>
              </w:rPr>
              <w:t>obj</w:t>
            </w:r>
            <w:proofErr w:type="spellEnd"/>
            <w:r w:rsidRPr="004C7F40">
              <w:rPr>
                <w:sz w:val="22"/>
                <w:szCs w:val="22"/>
              </w:rPr>
              <w:t xml:space="preserve"> = objet) :</w:t>
            </w:r>
            <w:r w:rsidRPr="004C7F40">
              <w:rPr>
                <w:noProof/>
              </w:rPr>
              <w:drawing>
                <wp:inline distT="0" distB="0" distL="0" distR="0" wp14:anchorId="6BA5C32C" wp14:editId="33A10580">
                  <wp:extent cx="1274618" cy="458158"/>
                  <wp:effectExtent l="0" t="0" r="1905" b="0"/>
                  <wp:docPr id="1216152979" name="Image 12161529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374755" name=""/>
                          <pic:cNvPicPr/>
                        </pic:nvPicPr>
                        <pic:blipFill rotWithShape="1">
                          <a:blip r:embed="rId16"/>
                          <a:srcRect l="34788" t="57378" r="36508" b="24280"/>
                          <a:stretch/>
                        </pic:blipFill>
                        <pic:spPr bwMode="auto">
                          <a:xfrm>
                            <a:off x="0" y="0"/>
                            <a:ext cx="1293875" cy="465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8A6128" w14:textId="0C56DB04" w:rsidR="00AE4464" w:rsidRPr="004C7F40" w:rsidRDefault="004C7F40" w:rsidP="004C7F40">
            <w:pPr>
              <w:pStyle w:val="Paragraphedeliste"/>
              <w:spacing w:before="60" w:beforeAutospacing="0" w:after="60" w:afterAutospacing="0"/>
              <w:ind w:left="164" w:hanging="77"/>
              <w:rPr>
                <w:sz w:val="22"/>
                <w:szCs w:val="22"/>
              </w:rPr>
            </w:pPr>
            <w:r>
              <w:rPr>
                <w:rFonts w:ascii="Marianne Light" w:hAnsi="Marianne Light"/>
                <w:sz w:val="22"/>
                <w:szCs w:val="22"/>
              </w:rPr>
              <w:t>À</w:t>
            </w:r>
            <w:r w:rsidR="00B847D5" w:rsidRPr="004C7F40">
              <w:rPr>
                <w:sz w:val="22"/>
                <w:szCs w:val="22"/>
              </w:rPr>
              <w:t xml:space="preserve"> quelle question </w:t>
            </w:r>
            <w:proofErr w:type="spellStart"/>
            <w:r w:rsidR="00B847D5" w:rsidRPr="004C7F40">
              <w:rPr>
                <w:sz w:val="22"/>
                <w:szCs w:val="22"/>
              </w:rPr>
              <w:t>doit-elle</w:t>
            </w:r>
            <w:proofErr w:type="spellEnd"/>
            <w:r w:rsidR="00B847D5" w:rsidRPr="004C7F40">
              <w:rPr>
                <w:sz w:val="22"/>
                <w:szCs w:val="22"/>
              </w:rPr>
              <w:t xml:space="preserve"> répondre</w:t>
            </w:r>
            <w:r w:rsidR="00A70DAC">
              <w:rPr>
                <w:sz w:val="22"/>
                <w:szCs w:val="22"/>
              </w:rPr>
              <w:t> </w:t>
            </w:r>
            <w:r w:rsidR="00B847D5" w:rsidRPr="004C7F40">
              <w:rPr>
                <w:sz w:val="22"/>
                <w:szCs w:val="22"/>
              </w:rPr>
              <w:t>?</w:t>
            </w:r>
          </w:p>
        </w:tc>
        <w:tc>
          <w:tcPr>
            <w:tcW w:w="1939" w:type="dxa"/>
            <w:vAlign w:val="center"/>
          </w:tcPr>
          <w:p w14:paraId="6169B029" w14:textId="1ED49820" w:rsidR="00B847D5" w:rsidRPr="004C7F40" w:rsidRDefault="00B847D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Quel est le prix d’un objet</w:t>
            </w:r>
            <w:r w:rsidR="00A70DAC">
              <w:rPr>
                <w:sz w:val="22"/>
                <w:szCs w:val="22"/>
              </w:rPr>
              <w:t> </w:t>
            </w:r>
            <w:r w:rsidRPr="004C7F40">
              <w:rPr>
                <w:sz w:val="22"/>
                <w:szCs w:val="22"/>
              </w:rPr>
              <w:t>?</w:t>
            </w:r>
          </w:p>
        </w:tc>
        <w:tc>
          <w:tcPr>
            <w:tcW w:w="2016" w:type="dxa"/>
            <w:vAlign w:val="center"/>
          </w:tcPr>
          <w:p w14:paraId="17DEFAC1" w14:textId="1B8E64EE" w:rsidR="00B847D5" w:rsidRPr="004C7F40" w:rsidRDefault="00B847D5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 xml:space="preserve">Quel est le prix de </w:t>
            </w:r>
            <w:r w:rsidR="007415BF" w:rsidRPr="004C7F40">
              <w:rPr>
                <w:sz w:val="22"/>
                <w:szCs w:val="22"/>
              </w:rPr>
              <w:t>2 objets</w:t>
            </w:r>
            <w:r w:rsidR="00A70DAC">
              <w:rPr>
                <w:sz w:val="22"/>
                <w:szCs w:val="22"/>
              </w:rPr>
              <w:t> </w:t>
            </w:r>
            <w:r w:rsidR="007415BF" w:rsidRPr="004C7F40">
              <w:rPr>
                <w:sz w:val="22"/>
                <w:szCs w:val="22"/>
              </w:rPr>
              <w:t>?</w:t>
            </w:r>
          </w:p>
        </w:tc>
        <w:tc>
          <w:tcPr>
            <w:tcW w:w="1956" w:type="dxa"/>
            <w:vAlign w:val="center"/>
          </w:tcPr>
          <w:p w14:paraId="09BCDCD1" w14:textId="085F13CB" w:rsidR="007415BF" w:rsidRPr="004C7F40" w:rsidRDefault="007415BF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 xml:space="preserve">Quel est le prix de </w:t>
            </w:r>
            <w:r w:rsidR="00865BDE" w:rsidRPr="004C7F40">
              <w:rPr>
                <w:sz w:val="22"/>
                <w:szCs w:val="22"/>
              </w:rPr>
              <w:t>4</w:t>
            </w:r>
            <w:r w:rsidRPr="004C7F40">
              <w:rPr>
                <w:sz w:val="22"/>
                <w:szCs w:val="22"/>
              </w:rPr>
              <w:t xml:space="preserve"> objet</w:t>
            </w:r>
            <w:r w:rsidR="00865BDE" w:rsidRPr="004C7F40">
              <w:rPr>
                <w:sz w:val="22"/>
                <w:szCs w:val="22"/>
              </w:rPr>
              <w:t>s</w:t>
            </w:r>
            <w:r w:rsidR="00A70DAC">
              <w:rPr>
                <w:sz w:val="22"/>
                <w:szCs w:val="22"/>
              </w:rPr>
              <w:t> </w:t>
            </w:r>
            <w:r w:rsidRPr="004C7F40">
              <w:rPr>
                <w:sz w:val="22"/>
                <w:szCs w:val="22"/>
              </w:rPr>
              <w:t xml:space="preserve">? </w:t>
            </w:r>
          </w:p>
        </w:tc>
        <w:tc>
          <w:tcPr>
            <w:tcW w:w="1956" w:type="dxa"/>
            <w:vAlign w:val="center"/>
          </w:tcPr>
          <w:p w14:paraId="3902FFCF" w14:textId="52933888" w:rsidR="00AE4464" w:rsidRPr="004C7F40" w:rsidRDefault="007415BF" w:rsidP="004C7F40">
            <w:pPr>
              <w:spacing w:before="60" w:beforeAutospacing="0" w:after="60" w:afterAutospacing="0"/>
              <w:rPr>
                <w:sz w:val="22"/>
                <w:szCs w:val="22"/>
              </w:rPr>
            </w:pPr>
            <w:r w:rsidRPr="004C7F40">
              <w:rPr>
                <w:sz w:val="22"/>
                <w:szCs w:val="22"/>
              </w:rPr>
              <w:t>Quel est le prix de 6 objet</w:t>
            </w:r>
            <w:r w:rsidR="00865BDE" w:rsidRPr="004C7F40">
              <w:rPr>
                <w:sz w:val="22"/>
                <w:szCs w:val="22"/>
              </w:rPr>
              <w:t>s</w:t>
            </w:r>
            <w:r w:rsidR="00A70DAC">
              <w:rPr>
                <w:sz w:val="22"/>
                <w:szCs w:val="22"/>
              </w:rPr>
              <w:t> </w:t>
            </w:r>
            <w:r w:rsidRPr="004C7F40">
              <w:rPr>
                <w:sz w:val="22"/>
                <w:szCs w:val="22"/>
              </w:rPr>
              <w:t>?</w:t>
            </w:r>
          </w:p>
        </w:tc>
      </w:tr>
    </w:tbl>
    <w:bookmarkEnd w:id="0"/>
    <w:p w14:paraId="6E90A046" w14:textId="215CCEB3" w:rsidR="0074082B" w:rsidRPr="00AA1AF2" w:rsidRDefault="004C7F40" w:rsidP="004C7F40">
      <w:pPr>
        <w:pStyle w:val="Titre1"/>
      </w:pPr>
      <w:r>
        <w:lastRenderedPageBreak/>
        <w:t>Je m’autoévalue</w:t>
      </w:r>
      <w:r w:rsidR="0074082B" w:rsidRPr="00AA1AF2">
        <w:t xml:space="preserve"> </w:t>
      </w:r>
    </w:p>
    <w:p w14:paraId="1240E26C" w14:textId="0B65A427" w:rsidR="0074082B" w:rsidRPr="00AA1AF2" w:rsidRDefault="0074082B" w:rsidP="004C7F40">
      <w:pPr>
        <w:pStyle w:val="Paragraphedeliste"/>
        <w:numPr>
          <w:ilvl w:val="0"/>
          <w:numId w:val="24"/>
        </w:numPr>
      </w:pPr>
      <w:r w:rsidRPr="00AA1AF2">
        <w:t>Si tu as répondu correctement aux quatre questions, tu peux passer à l’exercice</w:t>
      </w:r>
      <w:r w:rsidR="00A70DAC">
        <w:t> </w:t>
      </w:r>
      <w:r w:rsidRPr="00AA1AF2">
        <w:t>3 de la fiche de positionnement</w:t>
      </w:r>
      <w:r w:rsidR="00A70DAC">
        <w:t> </w:t>
      </w:r>
      <w:r w:rsidRPr="00AA1AF2">
        <w:t>1.</w:t>
      </w:r>
    </w:p>
    <w:p w14:paraId="1595313D" w14:textId="6479A7EC" w:rsidR="00E043F8" w:rsidRDefault="0074082B" w:rsidP="00286D24">
      <w:pPr>
        <w:pStyle w:val="Paragraphedeliste"/>
        <w:numPr>
          <w:ilvl w:val="0"/>
          <w:numId w:val="24"/>
        </w:numPr>
      </w:pPr>
      <w:r w:rsidRPr="00AA1AF2">
        <w:t>S’il y a une ou des erreurs, tu fais la fiche</w:t>
      </w:r>
      <w:r w:rsidR="00A70DAC">
        <w:t> </w:t>
      </w:r>
      <w:r w:rsidRPr="00AA1AF2">
        <w:t>C2 puis la fiche</w:t>
      </w:r>
      <w:r w:rsidR="00A70DAC">
        <w:t> </w:t>
      </w:r>
      <w:r w:rsidRPr="00AA1AF2">
        <w:t>E2</w:t>
      </w:r>
    </w:p>
    <w:sectPr w:rsidR="00E043F8" w:rsidSect="004C7F40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24B4A" w14:textId="77777777" w:rsidR="0037009F" w:rsidRDefault="0037009F" w:rsidP="00B8065C">
      <w:pPr>
        <w:spacing w:after="0"/>
      </w:pPr>
      <w:r>
        <w:separator/>
      </w:r>
    </w:p>
  </w:endnote>
  <w:endnote w:type="continuationSeparator" w:id="0">
    <w:p w14:paraId="32FD0FEA" w14:textId="77777777" w:rsidR="0037009F" w:rsidRDefault="0037009F" w:rsidP="00B806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73A62" w14:textId="77777777" w:rsidR="0037009F" w:rsidRDefault="0037009F" w:rsidP="00B8065C">
      <w:pPr>
        <w:spacing w:after="0"/>
      </w:pPr>
      <w:r>
        <w:separator/>
      </w:r>
    </w:p>
  </w:footnote>
  <w:footnote w:type="continuationSeparator" w:id="0">
    <w:p w14:paraId="45530C92" w14:textId="77777777" w:rsidR="0037009F" w:rsidRDefault="0037009F" w:rsidP="00B806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2869"/>
    <w:multiLevelType w:val="hybridMultilevel"/>
    <w:tmpl w:val="4BD82A7E"/>
    <w:lvl w:ilvl="0" w:tplc="EE84F83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A4442D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20BE"/>
    <w:multiLevelType w:val="hybridMultilevel"/>
    <w:tmpl w:val="470060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D1376"/>
    <w:multiLevelType w:val="hybridMultilevel"/>
    <w:tmpl w:val="0436D3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B4418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01E57"/>
    <w:multiLevelType w:val="hybridMultilevel"/>
    <w:tmpl w:val="25EE93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32E43"/>
    <w:multiLevelType w:val="hybridMultilevel"/>
    <w:tmpl w:val="9CF00C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F26EE"/>
    <w:multiLevelType w:val="hybridMultilevel"/>
    <w:tmpl w:val="954896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35C58"/>
    <w:multiLevelType w:val="hybridMultilevel"/>
    <w:tmpl w:val="9CF00C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777F1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41A96"/>
    <w:multiLevelType w:val="hybridMultilevel"/>
    <w:tmpl w:val="25EE93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77338"/>
    <w:multiLevelType w:val="hybridMultilevel"/>
    <w:tmpl w:val="D4789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87CCE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B37E2"/>
    <w:multiLevelType w:val="hybridMultilevel"/>
    <w:tmpl w:val="30E64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8"/>
  </w:num>
  <w:num w:numId="7">
    <w:abstractNumId w:val="19"/>
  </w:num>
  <w:num w:numId="8">
    <w:abstractNumId w:val="0"/>
  </w:num>
  <w:num w:numId="9">
    <w:abstractNumId w:val="15"/>
  </w:num>
  <w:num w:numId="10">
    <w:abstractNumId w:val="17"/>
  </w:num>
  <w:num w:numId="11">
    <w:abstractNumId w:val="4"/>
  </w:num>
  <w:num w:numId="12">
    <w:abstractNumId w:val="20"/>
  </w:num>
  <w:num w:numId="13">
    <w:abstractNumId w:val="1"/>
  </w:num>
  <w:num w:numId="14">
    <w:abstractNumId w:val="5"/>
  </w:num>
  <w:num w:numId="15">
    <w:abstractNumId w:val="6"/>
  </w:num>
  <w:num w:numId="16">
    <w:abstractNumId w:val="13"/>
  </w:num>
  <w:num w:numId="17">
    <w:abstractNumId w:val="7"/>
  </w:num>
  <w:num w:numId="18">
    <w:abstractNumId w:val="22"/>
  </w:num>
  <w:num w:numId="19">
    <w:abstractNumId w:val="11"/>
  </w:num>
  <w:num w:numId="20">
    <w:abstractNumId w:val="12"/>
  </w:num>
  <w:num w:numId="21">
    <w:abstractNumId w:val="23"/>
  </w:num>
  <w:num w:numId="22">
    <w:abstractNumId w:val="14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E1"/>
    <w:rsid w:val="00040516"/>
    <w:rsid w:val="000C4226"/>
    <w:rsid w:val="0012047F"/>
    <w:rsid w:val="00165B1C"/>
    <w:rsid w:val="001B7DED"/>
    <w:rsid w:val="002C5077"/>
    <w:rsid w:val="002E6D1D"/>
    <w:rsid w:val="0037009F"/>
    <w:rsid w:val="003E0709"/>
    <w:rsid w:val="0041585D"/>
    <w:rsid w:val="00461EA5"/>
    <w:rsid w:val="004845B4"/>
    <w:rsid w:val="004C7F40"/>
    <w:rsid w:val="0052089E"/>
    <w:rsid w:val="005230FE"/>
    <w:rsid w:val="005D6D75"/>
    <w:rsid w:val="006576E1"/>
    <w:rsid w:val="006953B2"/>
    <w:rsid w:val="006B6A56"/>
    <w:rsid w:val="006C4A82"/>
    <w:rsid w:val="006C4BAD"/>
    <w:rsid w:val="0074082B"/>
    <w:rsid w:val="007415BF"/>
    <w:rsid w:val="007C2646"/>
    <w:rsid w:val="00816387"/>
    <w:rsid w:val="00820CF7"/>
    <w:rsid w:val="008459F6"/>
    <w:rsid w:val="00865BDE"/>
    <w:rsid w:val="008D4BC0"/>
    <w:rsid w:val="0093171D"/>
    <w:rsid w:val="00A70DAC"/>
    <w:rsid w:val="00AA1AF2"/>
    <w:rsid w:val="00AE4464"/>
    <w:rsid w:val="00B733F9"/>
    <w:rsid w:val="00B8065C"/>
    <w:rsid w:val="00B847D5"/>
    <w:rsid w:val="00BA2298"/>
    <w:rsid w:val="00CA4D14"/>
    <w:rsid w:val="00D060C3"/>
    <w:rsid w:val="00D72A84"/>
    <w:rsid w:val="00D7498C"/>
    <w:rsid w:val="00D86506"/>
    <w:rsid w:val="00DB0280"/>
    <w:rsid w:val="00DB4E0B"/>
    <w:rsid w:val="00DD0E85"/>
    <w:rsid w:val="00E043F8"/>
    <w:rsid w:val="00E05D03"/>
    <w:rsid w:val="00F12B3F"/>
    <w:rsid w:val="00FA117F"/>
    <w:rsid w:val="00FE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0C7C"/>
  <w15:chartTrackingRefBased/>
  <w15:docId w15:val="{9AFDE120-2BF2-4C1F-877E-BCE14D4D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DAC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70DAC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70DAC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70DAC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70DAC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A70DA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70DAC"/>
  </w:style>
  <w:style w:type="table" w:styleId="Grilledutableau">
    <w:name w:val="Table Grid"/>
    <w:basedOn w:val="TableauNormal"/>
    <w:uiPriority w:val="59"/>
    <w:rsid w:val="00A70DA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rsid w:val="00A70DAC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A70DAC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A70DAC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B8065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8065C"/>
  </w:style>
  <w:style w:type="paragraph" w:styleId="Pieddepage">
    <w:name w:val="footer"/>
    <w:basedOn w:val="Normal"/>
    <w:link w:val="PieddepageCar"/>
    <w:uiPriority w:val="99"/>
    <w:unhideWhenUsed/>
    <w:rsid w:val="00A70DAC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A70DAC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A70DAC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A70DAC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A70DAC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A70DAC"/>
    <w:rPr>
      <w:color w:val="808080"/>
    </w:rPr>
  </w:style>
  <w:style w:type="paragraph" w:customStyle="1" w:styleId="Titredecollection">
    <w:name w:val="Titre de collection"/>
    <w:basedOn w:val="Normal"/>
    <w:qFormat/>
    <w:rsid w:val="00A70DAC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A70DAC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A70DAC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A70DAC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A70DAC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A70DAC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70DAC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A70DAC"/>
    <w:rPr>
      <w:color w:val="0000FF"/>
      <w:u w:val="single"/>
    </w:rPr>
  </w:style>
  <w:style w:type="paragraph" w:customStyle="1" w:styleId="Encartgras">
    <w:name w:val="Encart gras"/>
    <w:basedOn w:val="Normal"/>
    <w:qFormat/>
    <w:rsid w:val="00A70DAC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A70DAC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A70DAC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A70DAC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A70DAC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8</TotalTime>
  <Pages>2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JEROME SAVIDAN</cp:lastModifiedBy>
  <cp:revision>7</cp:revision>
  <dcterms:created xsi:type="dcterms:W3CDTF">2023-06-21T14:33:00Z</dcterms:created>
  <dcterms:modified xsi:type="dcterms:W3CDTF">2023-08-08T13:08:00Z</dcterms:modified>
</cp:coreProperties>
</file>